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370F3" w14:textId="042631EC" w:rsidR="00D634F2" w:rsidRDefault="00D634F2" w:rsidP="00C86BB4">
      <w:pPr>
        <w:spacing w:after="120"/>
        <w:rPr>
          <w:rStyle w:val="SubtleEmphasis"/>
          <w:b w:val="0"/>
          <w:iCs w:val="0"/>
        </w:rPr>
      </w:pPr>
      <w:r>
        <w:rPr>
          <w:noProof/>
        </w:rPr>
        <w:drawing>
          <wp:inline distT="0" distB="0" distL="0" distR="0" wp14:anchorId="4855DD16" wp14:editId="4929D440">
            <wp:extent cx="5727700" cy="1880235"/>
            <wp:effectExtent l="0" t="0" r="635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B12DA" w14:textId="61930353" w:rsidR="00635FA6" w:rsidRPr="00D634F2" w:rsidRDefault="00635FA6" w:rsidP="00C86BB4">
      <w:pPr>
        <w:pStyle w:val="Heading1"/>
        <w:spacing w:after="120"/>
      </w:pPr>
      <w:r>
        <w:t xml:space="preserve">Tīmatanga BikeReady </w:t>
      </w:r>
    </w:p>
    <w:p w14:paraId="23B91832" w14:textId="357A0F23" w:rsidR="00635FA6" w:rsidRPr="000E0F88" w:rsidRDefault="00635FA6" w:rsidP="00C86BB4">
      <w:pPr>
        <w:spacing w:after="120"/>
        <w:rPr>
          <w:bCs/>
          <w:iCs/>
        </w:rPr>
      </w:pPr>
      <w:r>
        <w:t>He mahere akoranga pūtake-marau i whakawhanaketia ai hei tautoko i ngā wheako ako ki ngā wāhanga whakangungu pūkenga pahikara a BikeReady. I whakahoungia i te tau 2022.</w:t>
      </w:r>
    </w:p>
    <w:p w14:paraId="0EE20824" w14:textId="77777777" w:rsidR="00635FA6" w:rsidRDefault="00635FA6" w:rsidP="00C86BB4">
      <w:pPr>
        <w:spacing w:after="120"/>
        <w:rPr>
          <w:rStyle w:val="SubtleEmphasis"/>
        </w:rPr>
      </w:pPr>
    </w:p>
    <w:p w14:paraId="26016C24" w14:textId="77777777" w:rsidR="00635FA6" w:rsidRDefault="00635FA6" w:rsidP="00C86BB4">
      <w:pPr>
        <w:spacing w:after="120"/>
        <w:rPr>
          <w:rStyle w:val="SubtleEmphasis"/>
          <w:b w:val="0"/>
          <w:bCs/>
        </w:rPr>
      </w:pPr>
      <w:r>
        <w:rPr>
          <w:rStyle w:val="SubtleEmphasis"/>
          <w:b w:val="0"/>
        </w:rPr>
        <w:t>E tuku ana tēnei rauemi i ngā mahi akoranga ki ngā kaiako akomanga e whakatītina ana i ngā ākonga ki te rapa rongoā, matapaki, whakamātautau me te waihanga rauemi hei whakatipu i tētahi māramatanga hōhonu o te eke pahikara kia haumaru me te ngahau ina eke pahikara.</w:t>
      </w:r>
    </w:p>
    <w:p w14:paraId="1F9E6E55" w14:textId="77777777" w:rsidR="00635FA6" w:rsidRPr="007F3920" w:rsidRDefault="00635FA6" w:rsidP="00C86BB4">
      <w:pPr>
        <w:spacing w:after="120"/>
        <w:rPr>
          <w:rStyle w:val="SubtleEmphasis"/>
          <w:b w:val="0"/>
          <w:bCs/>
        </w:rPr>
      </w:pPr>
      <w:r>
        <w:rPr>
          <w:rStyle w:val="SubtleEmphasis"/>
          <w:b w:val="0"/>
        </w:rPr>
        <w:t xml:space="preserve">Ka ako ngā ākonga i ngā pūtake me ngā mutunga iho o te eke pahikara kia haumaru, kia ngahau me ngā ratonga whakahaere mōrea kia haumaru ai ngā kaieke pahikara. </w:t>
      </w:r>
    </w:p>
    <w:p w14:paraId="1BFB70C6" w14:textId="77777777" w:rsidR="00635FA6" w:rsidRDefault="00635FA6" w:rsidP="00C86BB4">
      <w:pPr>
        <w:spacing w:after="120"/>
        <w:rPr>
          <w:rStyle w:val="SubtleEmphasis"/>
          <w:b w:val="0"/>
          <w:bCs/>
        </w:rPr>
      </w:pPr>
      <w:r>
        <w:rPr>
          <w:rStyle w:val="SubtleEmphasis"/>
          <w:b w:val="0"/>
        </w:rPr>
        <w:t xml:space="preserve">He mea hoahoa tēnei rauemi hei whakamahi i te akomanga i te taha o te whai wāhi a ngā ākonga i roto i ngā akoranga whakangungu pūkenga pahikara Koeke 1 a BikeReady. </w:t>
      </w:r>
    </w:p>
    <w:p w14:paraId="4ECE09AA" w14:textId="77777777" w:rsidR="00D634F2" w:rsidRDefault="00D634F2" w:rsidP="00C86BB4">
      <w:pPr>
        <w:spacing w:after="120"/>
        <w:rPr>
          <w:rStyle w:val="SubtleEmphasis"/>
          <w:b w:val="0"/>
          <w:bCs/>
        </w:rPr>
      </w:pPr>
    </w:p>
    <w:p w14:paraId="6DE9981F" w14:textId="77777777" w:rsidR="00635FA6" w:rsidRPr="00D634F2" w:rsidRDefault="00635FA6" w:rsidP="00C86BB4">
      <w:pPr>
        <w:pStyle w:val="Heading2"/>
        <w:spacing w:after="120"/>
      </w:pPr>
      <w:r>
        <w:t>Ngā ariā nui</w:t>
      </w:r>
    </w:p>
    <w:p w14:paraId="38F66C5B" w14:textId="77777777" w:rsidR="00635FA6" w:rsidRPr="007F3920" w:rsidRDefault="00635FA6" w:rsidP="00C86BB4">
      <w:pPr>
        <w:spacing w:after="120"/>
        <w:rPr>
          <w:rStyle w:val="SubtleEmphasis"/>
          <w:b w:val="0"/>
          <w:bCs/>
        </w:rPr>
      </w:pPr>
      <w:r>
        <w:rPr>
          <w:rStyle w:val="SubtleEmphasis"/>
          <w:b w:val="0"/>
        </w:rPr>
        <w:t>Ka whakahohengia te ako e tēnei rauemi mā ngā ariā o:</w:t>
      </w:r>
    </w:p>
    <w:p w14:paraId="4FD23136" w14:textId="77777777" w:rsidR="00C86BB4" w:rsidRDefault="00C86BB4" w:rsidP="00C86BB4">
      <w:pPr>
        <w:spacing w:after="120"/>
        <w:rPr>
          <w:b/>
          <w:bCs/>
        </w:rPr>
      </w:pPr>
    </w:p>
    <w:p w14:paraId="1E5BB67F" w14:textId="584E52FA" w:rsidR="00635FA6" w:rsidRPr="007F3920" w:rsidRDefault="00635FA6" w:rsidP="00C86BB4">
      <w:pPr>
        <w:spacing w:after="120"/>
        <w:rPr>
          <w:b/>
          <w:bCs/>
        </w:rPr>
      </w:pPr>
      <w:r>
        <w:rPr>
          <w:b/>
        </w:rPr>
        <w:t xml:space="preserve">Te eke pahikara me te kirirarautanga </w:t>
      </w:r>
    </w:p>
    <w:p w14:paraId="013788ED" w14:textId="77777777" w:rsidR="00635FA6" w:rsidRPr="007F3920" w:rsidRDefault="00635FA6" w:rsidP="00C86BB4">
      <w:pPr>
        <w:spacing w:after="120"/>
      </w:pPr>
      <w:r>
        <w:t>Ko te hunga e whakamahi ana i ngā pahikara ina whakamahi ana i te rori mō te ikiiki e kīia ana rātau he kaieke pahikara.</w:t>
      </w:r>
    </w:p>
    <w:p w14:paraId="4A8CA019" w14:textId="77777777" w:rsidR="00635FA6" w:rsidRPr="007F3920" w:rsidRDefault="00635FA6" w:rsidP="00C86BB4">
      <w:pPr>
        <w:pStyle w:val="ListParagraph"/>
        <w:numPr>
          <w:ilvl w:val="0"/>
          <w:numId w:val="19"/>
        </w:numPr>
        <w:spacing w:after="120"/>
      </w:pPr>
      <w:r>
        <w:t>Ko ngā mōhio, pūkenga, waiaro, whanonga hoki o ngā kaieke pahikara he motuhake.</w:t>
      </w:r>
    </w:p>
    <w:p w14:paraId="0FE6BB2C" w14:textId="77777777" w:rsidR="00635FA6" w:rsidRPr="007F3920" w:rsidRDefault="00635FA6" w:rsidP="00C86BB4">
      <w:pPr>
        <w:pStyle w:val="ListParagraph"/>
        <w:numPr>
          <w:ilvl w:val="0"/>
          <w:numId w:val="19"/>
        </w:numPr>
        <w:spacing w:after="120"/>
      </w:pPr>
      <w:r>
        <w:t xml:space="preserve">Ngā kaieke pahikara me ngā kirirarau – ka tirotiro haere mō ētahi atu kaiwhakamahi rori i te wā kei runga i te rori kia haumaru ai te haere a ngā kaiwhakamahi rori. </w:t>
      </w:r>
    </w:p>
    <w:p w14:paraId="21A74EFE" w14:textId="77777777" w:rsidR="00635FA6" w:rsidRPr="007F3920" w:rsidRDefault="00635FA6" w:rsidP="00C86BB4">
      <w:pPr>
        <w:pStyle w:val="ListParagraph"/>
        <w:numPr>
          <w:ilvl w:val="0"/>
          <w:numId w:val="19"/>
        </w:numPr>
        <w:spacing w:after="120"/>
      </w:pPr>
      <w:r>
        <w:t>Ka āwhina ngā tikanga me ngā ture i ngā kaieke pahikara kia haumaru ai te haere</w:t>
      </w:r>
    </w:p>
    <w:p w14:paraId="2A8E2F1B" w14:textId="77777777" w:rsidR="00635FA6" w:rsidRPr="00707173" w:rsidRDefault="00635FA6" w:rsidP="00C86BB4">
      <w:pPr>
        <w:pStyle w:val="ListParagraph"/>
        <w:numPr>
          <w:ilvl w:val="0"/>
          <w:numId w:val="19"/>
        </w:numPr>
        <w:spacing w:after="120"/>
      </w:pPr>
      <w:r>
        <w:t>Kei reira ngā tikanga me ngā ture mō te whanonga eke pahikara me ngā utauta pahikara.</w:t>
      </w:r>
    </w:p>
    <w:p w14:paraId="2BB1E791" w14:textId="77777777" w:rsidR="00635FA6" w:rsidRPr="00707173" w:rsidRDefault="00635FA6" w:rsidP="00C86BB4">
      <w:pPr>
        <w:spacing w:after="120"/>
      </w:pPr>
    </w:p>
    <w:p w14:paraId="630D6776" w14:textId="77777777" w:rsidR="00635FA6" w:rsidRPr="004F71CE" w:rsidRDefault="00635FA6" w:rsidP="00C86BB4">
      <w:pPr>
        <w:spacing w:after="120"/>
        <w:rPr>
          <w:b/>
          <w:bCs/>
        </w:rPr>
      </w:pPr>
      <w:r>
        <w:rPr>
          <w:b/>
        </w:rPr>
        <w:t>Te eke pahikara me te hauora</w:t>
      </w:r>
    </w:p>
    <w:p w14:paraId="03C3589E" w14:textId="77777777" w:rsidR="00635FA6" w:rsidRPr="007F3920" w:rsidRDefault="00635FA6" w:rsidP="00C86BB4">
      <w:pPr>
        <w:spacing w:after="120"/>
      </w:pPr>
      <w:r>
        <w:t>Ka puta i te eke pahikara ngā tini āheinga mō te hauora:</w:t>
      </w:r>
    </w:p>
    <w:p w14:paraId="782B4816" w14:textId="77777777" w:rsidR="00635FA6" w:rsidRPr="007F3920" w:rsidRDefault="00635FA6" w:rsidP="00C86BB4">
      <w:pPr>
        <w:pStyle w:val="ListParagraph"/>
        <w:numPr>
          <w:ilvl w:val="0"/>
          <w:numId w:val="20"/>
        </w:numPr>
        <w:spacing w:after="120"/>
      </w:pPr>
      <w:r>
        <w:t xml:space="preserve">Taha tinana </w:t>
      </w:r>
    </w:p>
    <w:p w14:paraId="2F797804" w14:textId="77777777" w:rsidR="00635FA6" w:rsidRPr="007F3920" w:rsidRDefault="00635FA6" w:rsidP="00C86BB4">
      <w:pPr>
        <w:pStyle w:val="ListParagraph"/>
        <w:numPr>
          <w:ilvl w:val="0"/>
          <w:numId w:val="20"/>
        </w:numPr>
        <w:spacing w:after="120"/>
      </w:pPr>
      <w:r>
        <w:t xml:space="preserve">Taha hinengaro </w:t>
      </w:r>
    </w:p>
    <w:p w14:paraId="61FE0D63" w14:textId="77777777" w:rsidR="00635FA6" w:rsidRPr="007F3920" w:rsidRDefault="00635FA6" w:rsidP="00C86BB4">
      <w:pPr>
        <w:pStyle w:val="ListParagraph"/>
        <w:numPr>
          <w:ilvl w:val="0"/>
          <w:numId w:val="20"/>
        </w:numPr>
        <w:spacing w:after="120"/>
      </w:pPr>
      <w:r>
        <w:t xml:space="preserve">Taha whānau  </w:t>
      </w:r>
    </w:p>
    <w:p w14:paraId="6A548A4B" w14:textId="70F66393" w:rsidR="00C86BB4" w:rsidRDefault="00635FA6" w:rsidP="00C86BB4">
      <w:pPr>
        <w:pStyle w:val="ListParagraph"/>
        <w:numPr>
          <w:ilvl w:val="0"/>
          <w:numId w:val="20"/>
        </w:numPr>
        <w:spacing w:after="120"/>
      </w:pPr>
      <w:r>
        <w:t>Taha wairua</w:t>
      </w:r>
    </w:p>
    <w:p w14:paraId="681FD1BE" w14:textId="5949B3E2" w:rsidR="00635FA6" w:rsidRPr="00C86BB4" w:rsidRDefault="00C86BB4" w:rsidP="00C86BB4">
      <w:r>
        <w:br w:type="page"/>
      </w:r>
      <w:r>
        <w:rPr>
          <w:b/>
        </w:rPr>
        <w:lastRenderedPageBreak/>
        <w:t>Te eke pahikara, whakaaro hoahoa me te STEM</w:t>
      </w:r>
    </w:p>
    <w:p w14:paraId="4900CED1" w14:textId="77777777" w:rsidR="00635FA6" w:rsidRPr="007F3920" w:rsidRDefault="00635FA6" w:rsidP="00C86BB4">
      <w:pPr>
        <w:spacing w:after="120"/>
      </w:pPr>
      <w:r>
        <w:t xml:space="preserve">He maha ngā horopaki ka puta i te eke pahikara mō te ako mā te STEM, e whakahiato ana i ngā whakaaro hoahoa mā te: </w:t>
      </w:r>
    </w:p>
    <w:p w14:paraId="3F0B16E5" w14:textId="77777777" w:rsidR="00635FA6" w:rsidRPr="007F3920" w:rsidRDefault="00635FA6" w:rsidP="00C86BB4">
      <w:pPr>
        <w:pStyle w:val="ListParagraph"/>
        <w:numPr>
          <w:ilvl w:val="0"/>
          <w:numId w:val="21"/>
        </w:numPr>
        <w:spacing w:after="120"/>
      </w:pPr>
      <w:r>
        <w:t>Pūtaiao</w:t>
      </w:r>
    </w:p>
    <w:p w14:paraId="277A2968" w14:textId="77777777" w:rsidR="00635FA6" w:rsidRPr="007F3920" w:rsidRDefault="00635FA6" w:rsidP="00C86BB4">
      <w:pPr>
        <w:pStyle w:val="ListParagraph"/>
        <w:numPr>
          <w:ilvl w:val="0"/>
          <w:numId w:val="21"/>
        </w:numPr>
        <w:spacing w:after="120"/>
      </w:pPr>
      <w:r>
        <w:t>Hangarau</w:t>
      </w:r>
    </w:p>
    <w:p w14:paraId="149348EF" w14:textId="77777777" w:rsidR="00635FA6" w:rsidRPr="007F3920" w:rsidRDefault="00635FA6" w:rsidP="00C86BB4">
      <w:pPr>
        <w:pStyle w:val="ListParagraph"/>
        <w:numPr>
          <w:ilvl w:val="0"/>
          <w:numId w:val="21"/>
        </w:numPr>
        <w:spacing w:after="120"/>
      </w:pPr>
      <w:r>
        <w:t>Pūkaha</w:t>
      </w:r>
    </w:p>
    <w:p w14:paraId="7161BD9B" w14:textId="77777777" w:rsidR="00635FA6" w:rsidRPr="00B05935" w:rsidRDefault="00635FA6" w:rsidP="00C86BB4">
      <w:pPr>
        <w:pStyle w:val="ListParagraph"/>
        <w:numPr>
          <w:ilvl w:val="0"/>
          <w:numId w:val="21"/>
        </w:numPr>
        <w:spacing w:after="120"/>
      </w:pPr>
      <w:r>
        <w:t>Pāngarau</w:t>
      </w:r>
    </w:p>
    <w:p w14:paraId="07B63B27" w14:textId="77777777" w:rsidR="00635FA6" w:rsidRPr="00707173" w:rsidRDefault="00635FA6" w:rsidP="00C86BB4">
      <w:pPr>
        <w:spacing w:after="120"/>
      </w:pPr>
      <w:r>
        <w:t>Hei tauira, ngā whakaaro arohaehae me te auaha mō te:</w:t>
      </w:r>
    </w:p>
    <w:p w14:paraId="4EEDB4B0" w14:textId="77777777" w:rsidR="00635FA6" w:rsidRPr="007F3920" w:rsidRDefault="00635FA6" w:rsidP="00C86BB4">
      <w:pPr>
        <w:pStyle w:val="ListParagraph"/>
        <w:numPr>
          <w:ilvl w:val="0"/>
          <w:numId w:val="22"/>
        </w:numPr>
        <w:spacing w:after="120"/>
      </w:pPr>
      <w:r>
        <w:t>Mahi Waihanga - te mahi pahikara hou me te whakapai ake i te mahinga o ngā pahikara onāianei. Ngā hītori hoahoa o ngā pahikara</w:t>
      </w:r>
    </w:p>
    <w:p w14:paraId="1039B3F5" w14:textId="77777777" w:rsidR="00635FA6" w:rsidRPr="007F3920" w:rsidRDefault="00635FA6" w:rsidP="00C86BB4">
      <w:pPr>
        <w:pStyle w:val="ListParagraph"/>
        <w:numPr>
          <w:ilvl w:val="0"/>
          <w:numId w:val="22"/>
        </w:numPr>
        <w:spacing w:after="120"/>
      </w:pPr>
      <w:r>
        <w:t>Mīhini - hangarau, ngā hāupa, wīra, kia, mekameka, pētara, pereki</w:t>
      </w:r>
    </w:p>
    <w:p w14:paraId="10B986B0" w14:textId="77777777" w:rsidR="00635FA6" w:rsidRPr="007F3920" w:rsidRDefault="00635FA6" w:rsidP="00C86BB4">
      <w:pPr>
        <w:pStyle w:val="ListParagraph"/>
        <w:numPr>
          <w:ilvl w:val="0"/>
          <w:numId w:val="22"/>
        </w:numPr>
        <w:spacing w:after="120"/>
      </w:pPr>
      <w:r>
        <w:t>Nekehanga - ngā tōpana, tawhiti, tere, ahunga, whakaterenga, pāitiiti, tū noa, wakuwaku, parehau</w:t>
      </w:r>
    </w:p>
    <w:p w14:paraId="3870C8C2" w14:textId="77777777" w:rsidR="00635FA6" w:rsidRPr="007F3920" w:rsidRDefault="00635FA6" w:rsidP="00C86BB4">
      <w:pPr>
        <w:pStyle w:val="ListParagraph"/>
        <w:numPr>
          <w:ilvl w:val="0"/>
          <w:numId w:val="22"/>
        </w:numPr>
        <w:spacing w:after="120"/>
      </w:pPr>
      <w:r>
        <w:t>Mahere me te pūwāhi - ngā rori me ngā ara pahikara, mapi, ara, ara pahikara, te hoahoa me te waihanga ara hou</w:t>
      </w:r>
    </w:p>
    <w:p w14:paraId="59D28481" w14:textId="77777777" w:rsidR="00635FA6" w:rsidRPr="007F3920" w:rsidRDefault="00635FA6" w:rsidP="00C86BB4">
      <w:pPr>
        <w:pStyle w:val="ListParagraph"/>
        <w:numPr>
          <w:ilvl w:val="0"/>
          <w:numId w:val="22"/>
        </w:numPr>
        <w:spacing w:after="120"/>
      </w:pPr>
      <w:r>
        <w:t>Te hoahoa i tētahi whai wāhitanga mō ngā kaieke pahikara kia auau ai te tautiaki i ō rātau pahikara - ngā awheawhe ohorere</w:t>
      </w:r>
    </w:p>
    <w:p w14:paraId="7C323462" w14:textId="77777777" w:rsidR="00635FA6" w:rsidRPr="00707173" w:rsidRDefault="00635FA6" w:rsidP="00C86BB4">
      <w:pPr>
        <w:pStyle w:val="ListParagraph"/>
        <w:numPr>
          <w:ilvl w:val="0"/>
          <w:numId w:val="22"/>
        </w:numPr>
        <w:spacing w:after="120"/>
      </w:pPr>
      <w:r>
        <w:t xml:space="preserve">Ngā matatika o te tikanga ngaio – ngā whakahīrautanga hoahoa o te whakamahi tahi i ngā rori me ētahi atu kaiwhakamahi rori (kaihīkoi, kaieke motupaika, kaitaraiwa, kaitaraiwa taraka), ngā ara pahikara. </w:t>
      </w:r>
    </w:p>
    <w:p w14:paraId="2D10868B" w14:textId="77777777" w:rsidR="00635FA6" w:rsidRPr="00707173" w:rsidRDefault="00635FA6" w:rsidP="00C86BB4">
      <w:pPr>
        <w:spacing w:after="120"/>
      </w:pPr>
    </w:p>
    <w:p w14:paraId="6E064E8C" w14:textId="77777777" w:rsidR="00635FA6" w:rsidRPr="00A6038A" w:rsidRDefault="00635FA6" w:rsidP="00C86BB4">
      <w:pPr>
        <w:spacing w:after="120"/>
        <w:rPr>
          <w:b/>
          <w:bCs/>
        </w:rPr>
      </w:pPr>
      <w:r>
        <w:rPr>
          <w:b/>
        </w:rPr>
        <w:t>Te eke pahikara te reo matatini me te pāngarau</w:t>
      </w:r>
    </w:p>
    <w:p w14:paraId="3A8C6EAA" w14:textId="77777777" w:rsidR="00635FA6" w:rsidRPr="00707173" w:rsidRDefault="00635FA6" w:rsidP="00C86BB4">
      <w:pPr>
        <w:spacing w:after="120"/>
      </w:pPr>
      <w:r>
        <w:t xml:space="preserve">Te rapu māramatanga mō te reo, ngā tohu me ngā kupu; i rō tikanga rori, pakimaero, kōrero pono, whiti, ngā pūkenga mahi, ngā kupu ā-waha, ngā kupu ataata tae atu ki te pānui haumaru, arā atu anō. </w:t>
      </w:r>
    </w:p>
    <w:p w14:paraId="387E53B7" w14:textId="77777777" w:rsidR="00635FA6" w:rsidRPr="00707173" w:rsidRDefault="00635FA6" w:rsidP="00C86BB4">
      <w:pPr>
        <w:spacing w:after="120"/>
      </w:pPr>
    </w:p>
    <w:p w14:paraId="615E69CC" w14:textId="77777777" w:rsidR="00635FA6" w:rsidRPr="00A6038A" w:rsidRDefault="00635FA6" w:rsidP="00C86BB4">
      <w:pPr>
        <w:spacing w:after="120"/>
        <w:rPr>
          <w:b/>
          <w:bCs/>
        </w:rPr>
      </w:pPr>
      <w:r>
        <w:rPr>
          <w:b/>
        </w:rPr>
        <w:t xml:space="preserve">Te eke pahikara me te arotahi anamata </w:t>
      </w:r>
    </w:p>
    <w:p w14:paraId="6AEE7B65" w14:textId="77777777" w:rsidR="00635FA6" w:rsidRPr="00707173" w:rsidRDefault="00635FA6" w:rsidP="00C86BB4">
      <w:pPr>
        <w:spacing w:after="120"/>
      </w:pPr>
      <w:r>
        <w:t xml:space="preserve">Me whakamahi ngā whakaaro arohaehae, auaha hoki mō te wāhanga o te eke pahikara i roto i te ikiiki onamata, inamata, anamata hoki. </w:t>
      </w:r>
    </w:p>
    <w:p w14:paraId="5A00B4D2" w14:textId="77777777" w:rsidR="00635FA6" w:rsidRPr="00707173" w:rsidRDefault="00635FA6" w:rsidP="00C86BB4">
      <w:pPr>
        <w:spacing w:after="120"/>
      </w:pPr>
    </w:p>
    <w:p w14:paraId="6825C21D" w14:textId="77777777" w:rsidR="00635FA6" w:rsidRPr="00A6038A" w:rsidRDefault="00635FA6" w:rsidP="00C86BB4">
      <w:pPr>
        <w:spacing w:after="120"/>
        <w:rPr>
          <w:b/>
          <w:bCs/>
        </w:rPr>
      </w:pPr>
      <w:r>
        <w:rPr>
          <w:b/>
        </w:rPr>
        <w:t>Ngā hononga</w:t>
      </w:r>
    </w:p>
    <w:p w14:paraId="6688184A" w14:textId="77777777" w:rsidR="00635FA6" w:rsidRPr="00707173" w:rsidRDefault="00635FA6" w:rsidP="00C86BB4">
      <w:pPr>
        <w:spacing w:after="120"/>
      </w:pPr>
      <w:r>
        <w:t xml:space="preserve">He maha ngā tāngata, rōpū, ngā tari kāwanatanga me ngā whakahaere kāwanatanga-kore ka taea ngā mahi whakaako me te ako i roto i tēnei rauemi te tautoko. </w:t>
      </w:r>
    </w:p>
    <w:p w14:paraId="073C7709" w14:textId="77777777" w:rsidR="00C86BB4" w:rsidRDefault="00C86BB4" w:rsidP="00C86BB4">
      <w:pPr>
        <w:spacing w:after="120"/>
      </w:pPr>
    </w:p>
    <w:p w14:paraId="648BE1AD" w14:textId="75A99EC2" w:rsidR="00635FA6" w:rsidRDefault="00635FA6" w:rsidP="00C86BB4">
      <w:pPr>
        <w:spacing w:after="120"/>
      </w:pPr>
      <w:r>
        <w:t>Kia Mōhio: Me mōhio mai kei roto pea i ēnei mahere ko ngā matapaki mō ngā āhuatanga kāore i te haumaru e pā mai ai ngā wharanga nui. Tērā pea he wheako ake ā ētahi ākonga o ngā take pēnei. Kia āta kōrerotia</w:t>
      </w:r>
    </w:p>
    <w:p w14:paraId="655D9E95" w14:textId="26A37766" w:rsidR="00D634F2" w:rsidRDefault="00D634F2" w:rsidP="00C86BB4">
      <w:pPr>
        <w:spacing w:after="120"/>
      </w:pPr>
      <w:r>
        <w:br w:type="page"/>
      </w:r>
    </w:p>
    <w:p w14:paraId="5399BA2E" w14:textId="77777777" w:rsidR="00635FA6" w:rsidRDefault="00635FA6" w:rsidP="00C86BB4">
      <w:pPr>
        <w:pStyle w:val="Heading2"/>
        <w:spacing w:after="120"/>
      </w:pPr>
      <w:r>
        <w:lastRenderedPageBreak/>
        <w:t>He pēhea te whakamahi a ngā kaiako i te rauemi marautanga a BikeReady</w:t>
      </w:r>
    </w:p>
    <w:p w14:paraId="4B8860CF" w14:textId="77777777" w:rsidR="00635FA6" w:rsidRPr="002F6B3C" w:rsidRDefault="00635FA6" w:rsidP="002F6B3C">
      <w:pPr>
        <w:rPr>
          <w:sz w:val="16"/>
          <w:szCs w:val="16"/>
        </w:rPr>
      </w:pPr>
    </w:p>
    <w:p w14:paraId="49F6C6D5" w14:textId="77777777" w:rsidR="00635FA6" w:rsidRDefault="00635FA6" w:rsidP="00C86BB4">
      <w:pPr>
        <w:spacing w:after="120"/>
      </w:pPr>
      <w:r>
        <w:t xml:space="preserve">He mea waihanga ngā mahinga katoa hei whakamahi mā ngā kaiako akomanga hei whakahōhonu i ngā akoranga i te taha o ngā wheako ākonga i roto i ngā akoranga pūkenga pahikara Koeke 1 a BikeReady. </w:t>
      </w:r>
    </w:p>
    <w:p w14:paraId="1B36A6DB" w14:textId="77777777" w:rsidR="00635FA6" w:rsidRPr="00707173" w:rsidRDefault="00635FA6" w:rsidP="002F6B3C">
      <w:pPr>
        <w:spacing w:after="60"/>
        <w:rPr>
          <w:b/>
        </w:rPr>
      </w:pPr>
      <w:r>
        <w:t>E whakahaerehia ana ngā akoranga pūkenga pahikara e ngā kaitohutohu ngaio ka haere ki tō kura.</w:t>
      </w:r>
    </w:p>
    <w:p w14:paraId="1AABF25B" w14:textId="77777777" w:rsidR="00635FA6" w:rsidRPr="00707173" w:rsidRDefault="00635FA6" w:rsidP="002F6B3C">
      <w:pPr>
        <w:spacing w:after="60"/>
        <w:rPr>
          <w:b/>
        </w:rPr>
      </w:pPr>
      <w:r>
        <w:t xml:space="preserve">Ehara tēnei rauemi marau i te mea āta tohu. Whakamahia i runga i te ngāwari hei tautoko i te whakamahere marautanga a te kura. Ka taea e koe te tīpako i ngā mahinga akoranga maha, itiiti noa kia hāngai ai ki ngā kaingākau, mōhio me ngā hiahia akoranga. </w:t>
      </w:r>
    </w:p>
    <w:p w14:paraId="517D5BE2" w14:textId="51EEEDFC" w:rsidR="00635FA6" w:rsidRPr="00707173" w:rsidRDefault="00635FA6" w:rsidP="002F6B3C">
      <w:pPr>
        <w:spacing w:after="60"/>
      </w:pPr>
      <w:r>
        <w:t>E 4 ngā wāhanga o te rauemi marautanga.</w:t>
      </w:r>
    </w:p>
    <w:p w14:paraId="513ACA3D" w14:textId="77777777" w:rsidR="00635FA6" w:rsidRPr="002F6B3C" w:rsidRDefault="00635FA6" w:rsidP="00C86BB4">
      <w:pPr>
        <w:spacing w:after="120"/>
        <w:rPr>
          <w:b/>
          <w:sz w:val="16"/>
          <w:szCs w:val="16"/>
        </w:rPr>
      </w:pPr>
    </w:p>
    <w:p w14:paraId="576D5788" w14:textId="77777777" w:rsidR="00635FA6" w:rsidRPr="00707173" w:rsidRDefault="00635FA6" w:rsidP="00C86BB4">
      <w:pPr>
        <w:spacing w:after="120"/>
        <w:rPr>
          <w:b/>
        </w:rPr>
      </w:pPr>
      <w:r>
        <w:rPr>
          <w:b/>
        </w:rPr>
        <w:t>Ngā Mōhiotanga o Mua - He aha ō mōhio mō te eke pahikara kia ngahau, kia haumaru hoki?</w:t>
      </w:r>
    </w:p>
    <w:p w14:paraId="18C3E04A" w14:textId="77777777" w:rsidR="00635FA6" w:rsidRDefault="00635FA6" w:rsidP="00C86BB4">
      <w:pPr>
        <w:spacing w:after="120"/>
      </w:pPr>
      <w:r>
        <w:t>Ngā mahi akomanga hei whakarite i ngā mōhio o mua o ngā ākonga.</w:t>
      </w:r>
    </w:p>
    <w:p w14:paraId="2D802F3B" w14:textId="77777777" w:rsidR="00635FA6" w:rsidRPr="00707173" w:rsidRDefault="00635FA6" w:rsidP="002F6B3C">
      <w:pPr>
        <w:spacing w:after="60"/>
      </w:pPr>
      <w:r>
        <w:t>Ka taea ēnei mahi te whakamahia e te kaiako akomanga i mua i te whakahaere i ngā akoranga pūkenga pahikara i roto i te kura. Tērā rānei, ka taea e ngā kaiako ngā otinga o ngā matapakinga akomanga te tuari me ngā kaitohutohu.</w:t>
      </w:r>
    </w:p>
    <w:p w14:paraId="29A0B4B0" w14:textId="77777777" w:rsidR="00635FA6" w:rsidRPr="002F6B3C" w:rsidRDefault="00635FA6" w:rsidP="00C86BB4">
      <w:pPr>
        <w:spacing w:after="120"/>
        <w:rPr>
          <w:sz w:val="16"/>
          <w:szCs w:val="16"/>
        </w:rPr>
      </w:pPr>
    </w:p>
    <w:p w14:paraId="15409E01" w14:textId="77777777" w:rsidR="00635FA6" w:rsidRPr="00707173" w:rsidRDefault="00635FA6" w:rsidP="00C86BB4">
      <w:pPr>
        <w:spacing w:after="120"/>
        <w:rPr>
          <w:b/>
        </w:rPr>
      </w:pPr>
      <w:r>
        <w:rPr>
          <w:b/>
        </w:rPr>
        <w:t xml:space="preserve">Ngā mahere akoranga 1 ki te 6 – hei tautoko i ngā kōhi pūkenga Koeke 1 </w:t>
      </w:r>
    </w:p>
    <w:p w14:paraId="6AFA4C93" w14:textId="77777777" w:rsidR="00635FA6" w:rsidRPr="00707173" w:rsidRDefault="00635FA6" w:rsidP="002F6B3C">
      <w:pPr>
        <w:spacing w:after="60"/>
      </w:pPr>
      <w:r>
        <w:t>E ono ngā akoranga e hāngai ana ki Te Marautanga o Aotearoa e tautoko ana me te whakawhānui i ngā pūkenga hira e ako ana ngā ākonga i roto i tētahi akoranga pūkenga pahikara Koeke 1 a BikeReady. I te nuinga o te wā tū ai ngā akoranga akomanga i muri i te ārai a ngā kaitohutohu ngaio i te akoranga pūkenga pahikara.</w:t>
      </w:r>
    </w:p>
    <w:p w14:paraId="1F5896CB" w14:textId="77777777" w:rsidR="00635FA6" w:rsidRPr="002F6B3C" w:rsidRDefault="00635FA6" w:rsidP="00C86BB4">
      <w:pPr>
        <w:spacing w:after="120"/>
        <w:rPr>
          <w:sz w:val="16"/>
          <w:szCs w:val="16"/>
        </w:rPr>
      </w:pPr>
    </w:p>
    <w:p w14:paraId="249DB919" w14:textId="77777777" w:rsidR="00635FA6" w:rsidRPr="00707173" w:rsidRDefault="00635FA6" w:rsidP="00C86BB4">
      <w:pPr>
        <w:spacing w:after="120"/>
        <w:rPr>
          <w:b/>
          <w:bCs/>
        </w:rPr>
      </w:pPr>
      <w:r>
        <w:rPr>
          <w:b/>
        </w:rPr>
        <w:t>Whakawhiti - He urupounamu mā ngā ākonga ki ngā whakapātari me ngā whai wāhitanga mō ngā kaieke pahikara i roto i te hapori.</w:t>
      </w:r>
    </w:p>
    <w:p w14:paraId="51D2B545" w14:textId="77777777" w:rsidR="00635FA6" w:rsidRPr="00707173" w:rsidRDefault="00635FA6" w:rsidP="002F6B3C">
      <w:pPr>
        <w:spacing w:after="60"/>
      </w:pPr>
      <w:r>
        <w:t>Ngā mahinga tāpiri mā ngā ākonga kia arohaehae me te whakaaro auaha mō ngā kaieke pahikara i roto i te hapori.</w:t>
      </w:r>
      <w:r w:rsidRPr="00707173">
        <w:rPr>
          <w:i/>
        </w:rPr>
        <w:t xml:space="preserve"> </w:t>
      </w:r>
    </w:p>
    <w:p w14:paraId="1B80F2F5" w14:textId="77777777" w:rsidR="00635FA6" w:rsidRPr="002F6B3C" w:rsidRDefault="00635FA6" w:rsidP="00C86BB4">
      <w:pPr>
        <w:spacing w:after="120"/>
        <w:rPr>
          <w:sz w:val="16"/>
          <w:szCs w:val="16"/>
        </w:rPr>
      </w:pPr>
    </w:p>
    <w:p w14:paraId="3CF56125" w14:textId="77777777" w:rsidR="00635FA6" w:rsidRPr="00707173" w:rsidRDefault="00635FA6" w:rsidP="00C86BB4">
      <w:pPr>
        <w:spacing w:after="120"/>
        <w:rPr>
          <w:rStyle w:val="SubtleEmphasis"/>
        </w:rPr>
      </w:pPr>
      <w:r>
        <w:rPr>
          <w:rStyle w:val="SubtleEmphasis"/>
        </w:rPr>
        <w:t>Ngā Āpitihanga</w:t>
      </w:r>
    </w:p>
    <w:p w14:paraId="0D1397F9" w14:textId="23644C3F" w:rsidR="00635FA6" w:rsidRPr="00707173" w:rsidRDefault="00635FA6" w:rsidP="00C86BB4">
      <w:pPr>
        <w:spacing w:after="120"/>
        <w:rPr>
          <w:rStyle w:val="SubtleEmphasis"/>
          <w:b w:val="0"/>
        </w:rPr>
      </w:pPr>
      <w:r>
        <w:rPr>
          <w:rStyle w:val="SubtleEmphasis"/>
          <w:b w:val="0"/>
        </w:rPr>
        <w:t>Ngā rūpiki aromatawai whaiaro me ngā ripanga whakamahere marautanga.</w:t>
      </w:r>
    </w:p>
    <w:p w14:paraId="43B9EC45" w14:textId="77777777" w:rsidR="00635FA6" w:rsidRPr="00D634F2" w:rsidRDefault="00635FA6" w:rsidP="00C86BB4">
      <w:pPr>
        <w:pStyle w:val="Heading1"/>
        <w:spacing w:after="120"/>
      </w:pPr>
      <w:r>
        <w:t>Te hanganga o ngā mahere ako</w:t>
      </w:r>
    </w:p>
    <w:p w14:paraId="68A1AA10" w14:textId="77777777" w:rsidR="00635FA6" w:rsidRDefault="00635FA6" w:rsidP="00C86BB4">
      <w:pPr>
        <w:spacing w:after="120"/>
        <w:rPr>
          <w:rStyle w:val="SubtleEmphasis"/>
          <w:b w:val="0"/>
        </w:rPr>
      </w:pPr>
      <w:r>
        <w:rPr>
          <w:rStyle w:val="SubtleEmphasis"/>
          <w:b w:val="0"/>
        </w:rPr>
        <w:t>Kei roto i ia mahere ako ko ngā wāhanga e whai ake.</w:t>
      </w:r>
    </w:p>
    <w:p w14:paraId="1D06125D" w14:textId="77777777" w:rsidR="00635FA6" w:rsidRDefault="00635FA6" w:rsidP="00C86BB4">
      <w:pPr>
        <w:pStyle w:val="Heading2"/>
        <w:spacing w:after="120"/>
      </w:pPr>
      <w:r>
        <w:t xml:space="preserve">Whakamahere </w:t>
      </w:r>
    </w:p>
    <w:p w14:paraId="0CFB3881" w14:textId="77777777" w:rsidR="00635FA6" w:rsidRPr="00707173" w:rsidRDefault="00635FA6" w:rsidP="00C86BB4">
      <w:pPr>
        <w:pStyle w:val="Heading3"/>
        <w:spacing w:after="120"/>
      </w:pPr>
      <w:r>
        <w:t xml:space="preserve">Arotahi ki ngā pūkenga </w:t>
      </w:r>
    </w:p>
    <w:p w14:paraId="1CB3619E" w14:textId="77777777" w:rsidR="00635FA6" w:rsidRDefault="00635FA6" w:rsidP="00C86BB4">
      <w:pPr>
        <w:spacing w:after="120"/>
        <w:rPr>
          <w:rFonts w:asciiTheme="majorHAnsi" w:hAnsiTheme="majorHAnsi" w:cs="Calibri"/>
          <w:color w:val="000000"/>
          <w:szCs w:val="20"/>
        </w:rPr>
      </w:pPr>
      <w:r>
        <w:rPr>
          <w:rFonts w:asciiTheme="majorHAnsi" w:hAnsiTheme="majorHAnsi"/>
          <w:color w:val="000000"/>
        </w:rPr>
        <w:t>Tautohua te arotahi o te akoranga</w:t>
      </w:r>
    </w:p>
    <w:p w14:paraId="28B49915" w14:textId="77777777" w:rsidR="00635FA6" w:rsidRPr="00707173" w:rsidRDefault="00635FA6" w:rsidP="00C86BB4">
      <w:pPr>
        <w:pStyle w:val="Heading3"/>
        <w:spacing w:after="120"/>
      </w:pPr>
      <w:r>
        <w:t>Te huritao mō te wāhanga whakangungu pūkenga</w:t>
      </w:r>
    </w:p>
    <w:p w14:paraId="33617453" w14:textId="7E27AB0A" w:rsidR="003859EB" w:rsidRDefault="00635FA6" w:rsidP="00C86BB4">
      <w:pPr>
        <w:spacing w:after="120"/>
        <w:rPr>
          <w:rFonts w:asciiTheme="majorHAnsi" w:hAnsiTheme="majorHAnsi" w:cs="Calibri"/>
          <w:color w:val="000000"/>
          <w:szCs w:val="20"/>
        </w:rPr>
      </w:pPr>
      <w:r>
        <w:rPr>
          <w:rFonts w:asciiTheme="majorHAnsi" w:hAnsiTheme="majorHAnsi"/>
          <w:color w:val="000000"/>
        </w:rPr>
        <w:t>Te huritao ā-akomanga mō ngā akoranga hou i roto i ngā wāhanga whakangungu pūkenga</w:t>
      </w:r>
    </w:p>
    <w:p w14:paraId="52D99F6F" w14:textId="77777777" w:rsidR="003859EB" w:rsidRDefault="003859EB">
      <w:pPr>
        <w:rPr>
          <w:rFonts w:asciiTheme="majorHAnsi" w:hAnsiTheme="majorHAnsi" w:cs="Calibri"/>
          <w:color w:val="000000"/>
          <w:szCs w:val="20"/>
        </w:rPr>
      </w:pPr>
      <w:r>
        <w:rPr>
          <w:rFonts w:asciiTheme="majorHAnsi" w:hAnsiTheme="majorHAnsi"/>
          <w:color w:val="000000"/>
          <w:szCs w:val="20"/>
        </w:rPr>
        <w:br w:type="page"/>
      </w:r>
    </w:p>
    <w:p w14:paraId="3CB868BF" w14:textId="77777777" w:rsidR="00635FA6" w:rsidRPr="00707173" w:rsidRDefault="00635FA6" w:rsidP="00C86BB4">
      <w:pPr>
        <w:pStyle w:val="Heading3"/>
        <w:spacing w:after="120"/>
      </w:pPr>
      <w:r>
        <w:lastRenderedPageBreak/>
        <w:t>Ngā whai wāhitanga mō whakawhitiwhiti me te hapori</w:t>
      </w:r>
    </w:p>
    <w:p w14:paraId="09974400" w14:textId="77777777" w:rsidR="00635FA6" w:rsidRDefault="00635FA6" w:rsidP="00C86BB4">
      <w:pPr>
        <w:spacing w:after="120"/>
        <w:rPr>
          <w:rFonts w:asciiTheme="majorHAnsi" w:hAnsiTheme="majorHAnsi" w:cs="Calibri"/>
          <w:color w:val="000000"/>
          <w:szCs w:val="20"/>
        </w:rPr>
      </w:pPr>
      <w:r>
        <w:rPr>
          <w:rFonts w:asciiTheme="majorHAnsi" w:hAnsiTheme="majorHAnsi"/>
          <w:color w:val="000000"/>
        </w:rPr>
        <w:t>Ngā tāngata i roto i te hapori ka taea te whakapā atu hei tautoko i ngā akoranga hou</w:t>
      </w:r>
    </w:p>
    <w:p w14:paraId="0B187AF6" w14:textId="77777777" w:rsidR="00635FA6" w:rsidRPr="00615166" w:rsidRDefault="00635FA6" w:rsidP="00C86BB4">
      <w:pPr>
        <w:pStyle w:val="Heading3"/>
        <w:spacing w:after="120"/>
      </w:pPr>
      <w:r>
        <w:t>Te Hāngai ki ngā wāhi ako o Te Marautanga o Aotearoa</w:t>
      </w:r>
    </w:p>
    <w:p w14:paraId="798E05B3" w14:textId="6FD41B40" w:rsidR="00635FA6" w:rsidRPr="00615166" w:rsidRDefault="00635FA6" w:rsidP="00C86BB4">
      <w:pPr>
        <w:spacing w:after="120"/>
        <w:rPr>
          <w:b/>
          <w:iCs/>
        </w:rPr>
      </w:pPr>
      <w:r>
        <w:t>Tirohia te Tirohanga Whānui o Ngā Wāhi Ako o Te Marautanga o Aotearoa. Tirohia te rauemi mō Ngā Whāinga Paetae me Ngā Koronga Akoranga (T1 ki te 4).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1"/>
        <w:gridCol w:w="1494"/>
        <w:gridCol w:w="341"/>
        <w:gridCol w:w="634"/>
        <w:gridCol w:w="9"/>
        <w:gridCol w:w="482"/>
        <w:gridCol w:w="782"/>
        <w:gridCol w:w="12"/>
        <w:gridCol w:w="822"/>
        <w:gridCol w:w="447"/>
        <w:gridCol w:w="58"/>
        <w:gridCol w:w="554"/>
        <w:gridCol w:w="393"/>
        <w:gridCol w:w="1501"/>
      </w:tblGrid>
      <w:tr w:rsidR="00635FA6" w:rsidRPr="00615166" w14:paraId="3C115A50" w14:textId="77777777" w:rsidTr="00827196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587D9B3D" w14:textId="77777777" w:rsidR="00635FA6" w:rsidRPr="00615166" w:rsidRDefault="00635FA6" w:rsidP="00C86BB4">
            <w:pPr>
              <w:spacing w:after="120"/>
              <w:rPr>
                <w:i/>
                <w:iCs/>
              </w:rPr>
            </w:pPr>
            <w:r>
              <w:rPr>
                <w:i/>
              </w:rPr>
              <w:t>Te reo Pākehā</w:t>
            </w:r>
          </w:p>
        </w:tc>
        <w:tc>
          <w:tcPr>
            <w:tcW w:w="3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4CB3" w14:textId="77777777" w:rsidR="00635FA6" w:rsidRPr="00615166" w:rsidRDefault="00635FA6" w:rsidP="00C86BB4">
            <w:pPr>
              <w:spacing w:after="120"/>
              <w:rPr>
                <w:i/>
                <w:iCs/>
              </w:rPr>
            </w:pPr>
            <w:r>
              <w:rPr>
                <w:i/>
              </w:rPr>
              <w:t>Te Whakarongo, Pānui me te Tirotiro</w:t>
            </w:r>
          </w:p>
        </w:tc>
        <w:tc>
          <w:tcPr>
            <w:tcW w:w="3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4B31" w14:textId="77777777" w:rsidR="00635FA6" w:rsidRPr="00615166" w:rsidRDefault="00635FA6" w:rsidP="00C86BB4">
            <w:pPr>
              <w:spacing w:after="120"/>
              <w:rPr>
                <w:i/>
                <w:iCs/>
              </w:rPr>
            </w:pPr>
            <w:r>
              <w:rPr>
                <w:i/>
              </w:rPr>
              <w:t>Te Kōrero, Tuhituhi me te Whakaatu</w:t>
            </w:r>
          </w:p>
        </w:tc>
      </w:tr>
      <w:tr w:rsidR="00635FA6" w:rsidRPr="00615166" w14:paraId="0C2DE382" w14:textId="77777777" w:rsidTr="00827196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0C27BCB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Ngā Toi - Whakaari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CE39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Mārama ki Ngā Toi i roto i ngā horopaki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3261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Whakawhanake i Ngā Mōhio Whaitake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9818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Waihanga Whakaaro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96ED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Whakawhitiwhiti me te Whakamāori</w:t>
            </w:r>
          </w:p>
        </w:tc>
      </w:tr>
      <w:tr w:rsidR="00635FA6" w:rsidRPr="00615166" w14:paraId="18B765E8" w14:textId="77777777" w:rsidTr="00827196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B9B2"/>
          </w:tcPr>
          <w:p w14:paraId="577DAACC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Hauora me te Mātauranga Whakakori</w:t>
            </w:r>
          </w:p>
        </w:tc>
        <w:tc>
          <w:tcPr>
            <w:tcW w:w="3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3346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Hauora Whaiaro me te Whanaketanga ā-Tinana A - A3 Whakahaerenga Haumaru</w:t>
            </w:r>
          </w:p>
        </w:tc>
        <w:tc>
          <w:tcPr>
            <w:tcW w:w="3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ABC5" w14:textId="12CFEC5A" w:rsidR="00635FA6" w:rsidRPr="00615166" w:rsidRDefault="00635FA6" w:rsidP="00C86BB4">
            <w:pPr>
              <w:spacing w:after="120"/>
              <w:rPr>
                <w:iCs/>
              </w:rPr>
            </w:pPr>
            <w:r>
              <w:t xml:space="preserve">Ngā Hapori Hauora me Ngā Taiao </w:t>
            </w:r>
            <w:r w:rsidR="003C28CF">
              <w:t xml:space="preserve">S </w:t>
            </w:r>
            <w:r>
              <w:t>- D2 Ngā Rauemi Hapori</w:t>
            </w:r>
          </w:p>
        </w:tc>
      </w:tr>
      <w:tr w:rsidR="00635FA6" w:rsidRPr="00615166" w14:paraId="6B8B3FF1" w14:textId="77777777" w:rsidTr="00827196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4ECD37BE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Pāngarau me te Tauanga</w:t>
            </w:r>
          </w:p>
          <w:p w14:paraId="31E05249" w14:textId="77777777" w:rsidR="00635FA6" w:rsidRPr="00615166" w:rsidRDefault="00635FA6" w:rsidP="00C86BB4">
            <w:pPr>
              <w:spacing w:after="120"/>
              <w:rPr>
                <w:iCs/>
              </w:rPr>
            </w:pPr>
          </w:p>
        </w:tc>
        <w:tc>
          <w:tcPr>
            <w:tcW w:w="77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8155" w14:textId="77777777" w:rsidR="00635FA6" w:rsidRPr="00615166" w:rsidRDefault="00635FA6" w:rsidP="00C86BB4">
            <w:pPr>
              <w:spacing w:after="120"/>
              <w:rPr>
                <w:i/>
                <w:iCs/>
              </w:rPr>
            </w:pPr>
            <w:r>
              <w:rPr>
                <w:i/>
              </w:rPr>
              <w:t>Āhuahanga me te Inenga</w:t>
            </w:r>
          </w:p>
        </w:tc>
      </w:tr>
      <w:tr w:rsidR="00635FA6" w:rsidRPr="00615166" w14:paraId="4CC6F9D0" w14:textId="77777777" w:rsidTr="00827196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ABC0"/>
          </w:tcPr>
          <w:p w14:paraId="5820E4E1" w14:textId="77777777" w:rsidR="00635FA6" w:rsidRPr="00615166" w:rsidRDefault="00635FA6" w:rsidP="00C86BB4">
            <w:pPr>
              <w:spacing w:after="120"/>
              <w:rPr>
                <w:iCs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6DF9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Inenga</w:t>
            </w:r>
          </w:p>
        </w:tc>
        <w:tc>
          <w:tcPr>
            <w:tcW w:w="2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A1F3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Hanga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E5D6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Tūnga me te ahu</w:t>
            </w:r>
          </w:p>
        </w:tc>
      </w:tr>
      <w:tr w:rsidR="00635FA6" w:rsidRPr="00615166" w14:paraId="724D7AFF" w14:textId="77777777" w:rsidTr="00827196">
        <w:trPr>
          <w:trHeight w:val="338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086A8DD0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Pūtaiao</w:t>
            </w:r>
          </w:p>
          <w:p w14:paraId="7ACF1197" w14:textId="77777777" w:rsidR="00635FA6" w:rsidRPr="00615166" w:rsidRDefault="00635FA6" w:rsidP="00C86BB4">
            <w:pPr>
              <w:spacing w:after="120"/>
              <w:rPr>
                <w:iCs/>
              </w:rPr>
            </w:pPr>
          </w:p>
          <w:p w14:paraId="74E2D46C" w14:textId="77777777" w:rsidR="00635FA6" w:rsidRPr="00615166" w:rsidRDefault="00635FA6" w:rsidP="00C86BB4">
            <w:pPr>
              <w:spacing w:after="120"/>
              <w:rPr>
                <w:iCs/>
              </w:rPr>
            </w:pPr>
          </w:p>
        </w:tc>
        <w:tc>
          <w:tcPr>
            <w:tcW w:w="6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3C21" w14:textId="77777777" w:rsidR="00635FA6" w:rsidRPr="00615166" w:rsidRDefault="00635FA6" w:rsidP="00C86BB4">
            <w:pPr>
              <w:spacing w:after="120"/>
              <w:rPr>
                <w:i/>
                <w:iCs/>
              </w:rPr>
            </w:pPr>
            <w:r>
              <w:rPr>
                <w:i/>
              </w:rPr>
              <w:t>Te Āhua o te Pūtaiao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926F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Ō Ahupūngao</w:t>
            </w:r>
          </w:p>
        </w:tc>
      </w:tr>
      <w:tr w:rsidR="00635FA6" w:rsidRPr="00615166" w14:paraId="0DFF81F6" w14:textId="77777777" w:rsidTr="00827196">
        <w:trPr>
          <w:trHeight w:val="338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A8D7C"/>
          </w:tcPr>
          <w:p w14:paraId="21747E34" w14:textId="77777777" w:rsidR="00635FA6" w:rsidRPr="00615166" w:rsidRDefault="00635FA6" w:rsidP="00C86BB4">
            <w:pPr>
              <w:spacing w:after="120"/>
              <w:rPr>
                <w:i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4438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mārama ki te pūtaiao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DC14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tūhura pūtaiao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CCE5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whakawhitiwhiti i roto i te pūtaiao</w:t>
            </w: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6108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whakauru me te tautoko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42DA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uiui ā-kiko me ngā ariā ōkiko</w:t>
            </w:r>
          </w:p>
        </w:tc>
      </w:tr>
      <w:tr w:rsidR="00635FA6" w:rsidRPr="00615166" w14:paraId="3CFCB825" w14:textId="77777777" w:rsidTr="00827196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867A4"/>
          </w:tcPr>
          <w:p w14:paraId="1E2968E6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Ngā Pūtaiao Pāpori</w:t>
            </w:r>
          </w:p>
          <w:p w14:paraId="35AA11AD" w14:textId="77777777" w:rsidR="00635FA6" w:rsidRPr="00615166" w:rsidRDefault="00635FA6" w:rsidP="00C86BB4">
            <w:pPr>
              <w:spacing w:after="120"/>
              <w:rPr>
                <w:iCs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F6AF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Tuakiri, Ahurea me te Whakahaere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7370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Wāhi me te Taiao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5DB1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Ukiuki me te Huringa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627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Te Ao Ōhanga</w:t>
            </w:r>
          </w:p>
        </w:tc>
      </w:tr>
      <w:tr w:rsidR="00635FA6" w:rsidRPr="00615166" w14:paraId="56D1C4B4" w14:textId="77777777" w:rsidTr="00827196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2423" w:themeFill="accent2" w:themeFillShade="80"/>
          </w:tcPr>
          <w:p w14:paraId="46314333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Hangarau</w:t>
            </w:r>
          </w:p>
        </w:tc>
        <w:tc>
          <w:tcPr>
            <w:tcW w:w="2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DA9C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Tikanga Hangarau</w:t>
            </w:r>
          </w:p>
        </w:tc>
        <w:tc>
          <w:tcPr>
            <w:tcW w:w="2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FC4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>Mōhiotanga Hangarau</w:t>
            </w:r>
          </w:p>
        </w:tc>
        <w:tc>
          <w:tcPr>
            <w:tcW w:w="2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6E07" w14:textId="77777777" w:rsidR="00635FA6" w:rsidRPr="00615166" w:rsidRDefault="00635FA6" w:rsidP="00C86BB4">
            <w:pPr>
              <w:spacing w:after="120"/>
              <w:rPr>
                <w:iCs/>
              </w:rPr>
            </w:pPr>
            <w:r>
              <w:t xml:space="preserve">Te Āhua o te Hangarau </w:t>
            </w:r>
          </w:p>
        </w:tc>
      </w:tr>
    </w:tbl>
    <w:p w14:paraId="680B0ED1" w14:textId="77777777" w:rsidR="003859EB" w:rsidRDefault="003859EB" w:rsidP="003859EB"/>
    <w:p w14:paraId="48741624" w14:textId="0559FB51" w:rsidR="00635FA6" w:rsidRPr="00707173" w:rsidRDefault="00635FA6" w:rsidP="00C86BB4">
      <w:pPr>
        <w:pStyle w:val="Heading2"/>
        <w:spacing w:after="120"/>
      </w:pPr>
      <w:r>
        <w:t xml:space="preserve">Ngā ngohe akomanga </w:t>
      </w:r>
    </w:p>
    <w:p w14:paraId="28823A5F" w14:textId="77777777" w:rsidR="00635FA6" w:rsidRDefault="00635FA6" w:rsidP="00C86BB4">
      <w:pPr>
        <w:spacing w:after="120"/>
        <w:rPr>
          <w:rFonts w:asciiTheme="majorHAnsi" w:hAnsiTheme="majorHAnsi" w:cs="Calibri"/>
          <w:color w:val="000000"/>
          <w:szCs w:val="20"/>
        </w:rPr>
      </w:pPr>
      <w:r>
        <w:rPr>
          <w:rFonts w:asciiTheme="majorHAnsi" w:hAnsiTheme="majorHAnsi"/>
          <w:color w:val="000000"/>
        </w:rPr>
        <w:t>He mea hoahoa ngā mahinga ako hei tautoko i te māramatanga pāpaku ki te matawhānui e pā ana ki ia akoranga pūkenga pahikara. E hāngai ana ia akoranga ki Ngā Wāhanga Ako o Te Marautanga o Aotearoa</w:t>
      </w:r>
    </w:p>
    <w:p w14:paraId="496A12A4" w14:textId="77777777" w:rsidR="003859EB" w:rsidRDefault="003859EB" w:rsidP="003859EB"/>
    <w:p w14:paraId="27061971" w14:textId="59CDDB7C" w:rsidR="00635FA6" w:rsidRDefault="00635FA6" w:rsidP="00C86BB4">
      <w:pPr>
        <w:pStyle w:val="Heading2"/>
        <w:spacing w:after="120"/>
      </w:pPr>
      <w:r>
        <w:t>Whakakapi</w:t>
      </w:r>
    </w:p>
    <w:p w14:paraId="300AD01B" w14:textId="77777777" w:rsidR="00635FA6" w:rsidRDefault="00635FA6" w:rsidP="00C86BB4">
      <w:pPr>
        <w:pStyle w:val="Heading3"/>
        <w:spacing w:after="120"/>
        <w:rPr>
          <w:rStyle w:val="SubtleEmphasis"/>
        </w:rPr>
      </w:pPr>
      <w:r>
        <w:t>Wāhanga huritao</w:t>
      </w:r>
    </w:p>
    <w:p w14:paraId="29DE5D4C" w14:textId="77777777" w:rsidR="00635FA6" w:rsidRPr="00707173" w:rsidRDefault="00635FA6" w:rsidP="00C86BB4">
      <w:pPr>
        <w:pStyle w:val="Heading3"/>
        <w:spacing w:after="120"/>
      </w:pPr>
      <w:r>
        <w:t>Rūpiki aromatawai-whaiaro hira</w:t>
      </w:r>
    </w:p>
    <w:p w14:paraId="6B4F620E" w14:textId="77777777" w:rsidR="00D228DF" w:rsidRDefault="00D228DF" w:rsidP="00C86BB4">
      <w:pPr>
        <w:spacing w:after="120"/>
      </w:pPr>
    </w:p>
    <w:sectPr w:rsidR="00D228DF" w:rsidSect="007C5E57">
      <w:headerReference w:type="default" r:id="rId9"/>
      <w:footerReference w:type="even" r:id="rId10"/>
      <w:footerReference w:type="default" r:id="rId11"/>
      <w:footerReference w:type="first" r:id="rId12"/>
      <w:pgSz w:w="11900" w:h="16840" w:code="9"/>
      <w:pgMar w:top="1701" w:right="1440" w:bottom="1701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65E5" w14:textId="77777777" w:rsidR="005310C0" w:rsidRDefault="005310C0" w:rsidP="003F6EDA">
      <w:r>
        <w:separator/>
      </w:r>
    </w:p>
  </w:endnote>
  <w:endnote w:type="continuationSeparator" w:id="0">
    <w:p w14:paraId="6294AE5D" w14:textId="77777777" w:rsidR="005310C0" w:rsidRDefault="005310C0" w:rsidP="003F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8D50" w14:textId="77777777" w:rsidR="00E42B11" w:rsidRDefault="00E42B11" w:rsidP="006E79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881200" w14:textId="77777777" w:rsidR="00E42B11" w:rsidRDefault="00E42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3292F" w14:textId="77777777" w:rsidR="00051157" w:rsidRPr="00B557DE" w:rsidRDefault="00DB3B0E" w:rsidP="007C5E57">
    <w:pPr>
      <w:pStyle w:val="Footer"/>
      <w:pBdr>
        <w:top w:val="single" w:sz="4" w:space="1" w:color="A6A6A6" w:themeColor="background1" w:themeShade="A6"/>
      </w:pBdr>
      <w:tabs>
        <w:tab w:val="clear" w:pos="8640"/>
        <w:tab w:val="right" w:pos="9000"/>
      </w:tabs>
      <w:ind w:right="20"/>
      <w:rPr>
        <w:sz w:val="16"/>
        <w:szCs w:val="16"/>
      </w:rPr>
    </w:pPr>
    <w:r>
      <w:rPr>
        <w:noProof/>
      </w:rPr>
      <w:drawing>
        <wp:inline distT="0" distB="0" distL="0" distR="0" wp14:anchorId="68369DC7" wp14:editId="124FD1C2">
          <wp:extent cx="1128730" cy="350875"/>
          <wp:effectExtent l="0" t="0" r="635" b="0"/>
          <wp:docPr id="7" name="Picture 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aka-Kotahi_RGB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730" cy="350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1157" w:rsidRPr="00B557DE">
      <w:rPr>
        <w:sz w:val="16"/>
        <w:szCs w:val="16"/>
      </w:rPr>
      <w:tab/>
    </w:r>
    <w:r w:rsidR="007C5E57">
      <w:rPr>
        <w:sz w:val="16"/>
        <w:szCs w:val="16"/>
      </w:rPr>
      <w:fldChar w:fldCharType="begin"/>
    </w:r>
    <w:r w:rsidR="007C5E57">
      <w:rPr>
        <w:sz w:val="16"/>
        <w:szCs w:val="16"/>
      </w:rPr>
      <w:instrText xml:space="preserve"> PAGE  \* Arabic  \* MERGEFORMAT </w:instrText>
    </w:r>
    <w:r w:rsidR="007C5E57">
      <w:rPr>
        <w:sz w:val="16"/>
        <w:szCs w:val="16"/>
      </w:rPr>
      <w:fldChar w:fldCharType="separate"/>
    </w:r>
    <w:r>
      <w:rPr>
        <w:sz w:val="16"/>
      </w:rPr>
      <w:t>1</w:t>
    </w:r>
    <w:r w:rsidR="007C5E57">
      <w:rPr>
        <w:sz w:val="16"/>
        <w:szCs w:val="16"/>
      </w:rPr>
      <w:fldChar w:fldCharType="end"/>
    </w:r>
    <w:r w:rsidR="007C5E57">
      <w:rPr>
        <w:sz w:val="16"/>
        <w:szCs w:val="16"/>
      </w:rPr>
      <w:tab/>
    </w:r>
    <w:r>
      <w:rPr>
        <w:noProof/>
      </w:rPr>
      <w:drawing>
        <wp:inline distT="0" distB="0" distL="0" distR="0" wp14:anchorId="1B2EB9A0" wp14:editId="6A93E0CD">
          <wp:extent cx="786809" cy="296842"/>
          <wp:effectExtent l="0" t="0" r="0" b="8255"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ZGovt-logo-compact-wordmar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2142" cy="3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C99E" w14:textId="77777777" w:rsidR="00A6688F" w:rsidRDefault="00A6688F" w:rsidP="00A6688F">
    <w:pPr>
      <w:pStyle w:val="Footer"/>
      <w:ind w:left="-56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2402B9" wp14:editId="6E893C69">
          <wp:simplePos x="0" y="0"/>
          <wp:positionH relativeFrom="margin">
            <wp:align>center</wp:align>
          </wp:positionH>
          <wp:positionV relativeFrom="paragraph">
            <wp:posOffset>-1374775</wp:posOffset>
          </wp:positionV>
          <wp:extent cx="6645179" cy="1382400"/>
          <wp:effectExtent l="0" t="0" r="3810" b="825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Word templates_title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179" cy="13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4699" w14:textId="77777777" w:rsidR="005310C0" w:rsidRDefault="005310C0" w:rsidP="003F6EDA">
      <w:r>
        <w:separator/>
      </w:r>
    </w:p>
  </w:footnote>
  <w:footnote w:type="continuationSeparator" w:id="0">
    <w:p w14:paraId="336FC26D" w14:textId="77777777" w:rsidR="005310C0" w:rsidRDefault="005310C0" w:rsidP="003F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9475" w14:textId="77777777" w:rsidR="002947D7" w:rsidRDefault="00822E75" w:rsidP="007C5E57">
    <w:pPr>
      <w:pStyle w:val="Header"/>
      <w:tabs>
        <w:tab w:val="clear" w:pos="8640"/>
        <w:tab w:val="right" w:pos="8931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938AE35" wp14:editId="5E7FCF0A">
          <wp:simplePos x="0" y="0"/>
          <wp:positionH relativeFrom="margin">
            <wp:align>center</wp:align>
          </wp:positionH>
          <wp:positionV relativeFrom="paragraph">
            <wp:posOffset>2944</wp:posOffset>
          </wp:positionV>
          <wp:extent cx="6921500" cy="487045"/>
          <wp:effectExtent l="0" t="0" r="0" b="825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keReadyWord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0" cy="487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1E86F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67259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CB0B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88170C"/>
    <w:multiLevelType w:val="hybridMultilevel"/>
    <w:tmpl w:val="AC82A9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E25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123F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E5592B"/>
    <w:multiLevelType w:val="hybridMultilevel"/>
    <w:tmpl w:val="5908E98C"/>
    <w:lvl w:ilvl="0" w:tplc="401CCE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B6AB1"/>
    <w:multiLevelType w:val="hybridMultilevel"/>
    <w:tmpl w:val="8736C0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94969"/>
    <w:multiLevelType w:val="multilevel"/>
    <w:tmpl w:val="4F9EDE70"/>
    <w:styleLink w:val="NumberList1"/>
    <w:lvl w:ilvl="0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i w:val="0"/>
        <w:color w:val="262626" w:themeColor="text1" w:themeTint="D9"/>
        <w:sz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="Calibri" w:hAnsi="Calibri" w:hint="default"/>
        <w:b w:val="0"/>
        <w:i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00456B1"/>
    <w:multiLevelType w:val="multilevel"/>
    <w:tmpl w:val="F776065E"/>
    <w:lvl w:ilvl="0">
      <w:start w:val="1"/>
      <w:numFmt w:val="decimal"/>
      <w:pStyle w:val="NumberBulle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F94EBF"/>
    <w:multiLevelType w:val="multilevel"/>
    <w:tmpl w:val="DA0CA2B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34F55D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2B74B5"/>
    <w:multiLevelType w:val="hybridMultilevel"/>
    <w:tmpl w:val="26A011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C3670"/>
    <w:multiLevelType w:val="multilevel"/>
    <w:tmpl w:val="29AE7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0186B"/>
    <w:multiLevelType w:val="multilevel"/>
    <w:tmpl w:val="CF1AC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77A1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ED1107"/>
    <w:multiLevelType w:val="multilevel"/>
    <w:tmpl w:val="20C47A08"/>
    <w:styleLink w:val="Style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5BF76780"/>
    <w:multiLevelType w:val="multilevel"/>
    <w:tmpl w:val="0804E5DE"/>
    <w:lvl w:ilvl="0">
      <w:start w:val="1"/>
      <w:numFmt w:val="decimal"/>
      <w:pStyle w:val="ListNumber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627E54FF"/>
    <w:multiLevelType w:val="multilevel"/>
    <w:tmpl w:val="161C9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D7073A"/>
    <w:multiLevelType w:val="multilevel"/>
    <w:tmpl w:val="0804E5DE"/>
    <w:styleLink w:val="Style1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6DA53494"/>
    <w:multiLevelType w:val="multilevel"/>
    <w:tmpl w:val="83002852"/>
    <w:lvl w:ilvl="0">
      <w:start w:val="1"/>
      <w:numFmt w:val="decimal"/>
      <w:pStyle w:val="NumberBulle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EBD219D"/>
    <w:multiLevelType w:val="hybridMultilevel"/>
    <w:tmpl w:val="57CA4B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933849">
    <w:abstractNumId w:val="6"/>
  </w:num>
  <w:num w:numId="2" w16cid:durableId="1303190118">
    <w:abstractNumId w:val="2"/>
  </w:num>
  <w:num w:numId="3" w16cid:durableId="840892632">
    <w:abstractNumId w:val="13"/>
  </w:num>
  <w:num w:numId="4" w16cid:durableId="746613340">
    <w:abstractNumId w:val="0"/>
  </w:num>
  <w:num w:numId="5" w16cid:durableId="1507478078">
    <w:abstractNumId w:val="11"/>
  </w:num>
  <w:num w:numId="6" w16cid:durableId="840654984">
    <w:abstractNumId w:val="5"/>
  </w:num>
  <w:num w:numId="7" w16cid:durableId="698436349">
    <w:abstractNumId w:val="15"/>
  </w:num>
  <w:num w:numId="8" w16cid:durableId="880747787">
    <w:abstractNumId w:val="18"/>
  </w:num>
  <w:num w:numId="9" w16cid:durableId="1315648108">
    <w:abstractNumId w:val="1"/>
  </w:num>
  <w:num w:numId="10" w16cid:durableId="1949071984">
    <w:abstractNumId w:val="9"/>
  </w:num>
  <w:num w:numId="11" w16cid:durableId="748842909">
    <w:abstractNumId w:val="4"/>
  </w:num>
  <w:num w:numId="12" w16cid:durableId="2141024353">
    <w:abstractNumId w:val="14"/>
  </w:num>
  <w:num w:numId="13" w16cid:durableId="1068308768">
    <w:abstractNumId w:val="17"/>
  </w:num>
  <w:num w:numId="14" w16cid:durableId="1895502672">
    <w:abstractNumId w:val="8"/>
  </w:num>
  <w:num w:numId="15" w16cid:durableId="1673800645">
    <w:abstractNumId w:val="19"/>
  </w:num>
  <w:num w:numId="16" w16cid:durableId="1985809866">
    <w:abstractNumId w:val="20"/>
  </w:num>
  <w:num w:numId="17" w16cid:durableId="1049649988">
    <w:abstractNumId w:val="16"/>
  </w:num>
  <w:num w:numId="18" w16cid:durableId="1021853611">
    <w:abstractNumId w:val="10"/>
  </w:num>
  <w:num w:numId="19" w16cid:durableId="589700423">
    <w:abstractNumId w:val="7"/>
  </w:num>
  <w:num w:numId="20" w16cid:durableId="1907521854">
    <w:abstractNumId w:val="12"/>
  </w:num>
  <w:num w:numId="21" w16cid:durableId="196236529">
    <w:abstractNumId w:val="3"/>
  </w:num>
  <w:num w:numId="22" w16cid:durableId="15521078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DF"/>
    <w:rsid w:val="00023D11"/>
    <w:rsid w:val="00051157"/>
    <w:rsid w:val="000C54EF"/>
    <w:rsid w:val="00191070"/>
    <w:rsid w:val="001F3F68"/>
    <w:rsid w:val="00222ABE"/>
    <w:rsid w:val="002947D7"/>
    <w:rsid w:val="002C7EA6"/>
    <w:rsid w:val="002F6B3C"/>
    <w:rsid w:val="00332021"/>
    <w:rsid w:val="003859EB"/>
    <w:rsid w:val="003C28CF"/>
    <w:rsid w:val="003F6EDA"/>
    <w:rsid w:val="004508CB"/>
    <w:rsid w:val="0045112D"/>
    <w:rsid w:val="00524F14"/>
    <w:rsid w:val="005310C0"/>
    <w:rsid w:val="00540E32"/>
    <w:rsid w:val="005679BF"/>
    <w:rsid w:val="005A1A9B"/>
    <w:rsid w:val="00635FA6"/>
    <w:rsid w:val="0072467C"/>
    <w:rsid w:val="00745BEC"/>
    <w:rsid w:val="00787FB3"/>
    <w:rsid w:val="007C5E57"/>
    <w:rsid w:val="00822E75"/>
    <w:rsid w:val="0087427B"/>
    <w:rsid w:val="008A28D0"/>
    <w:rsid w:val="008C547E"/>
    <w:rsid w:val="0096784A"/>
    <w:rsid w:val="00A6688F"/>
    <w:rsid w:val="00AE4B08"/>
    <w:rsid w:val="00B557DE"/>
    <w:rsid w:val="00C86BB4"/>
    <w:rsid w:val="00D0090F"/>
    <w:rsid w:val="00D026F6"/>
    <w:rsid w:val="00D228DF"/>
    <w:rsid w:val="00D634F2"/>
    <w:rsid w:val="00DB3B0E"/>
    <w:rsid w:val="00E42B11"/>
    <w:rsid w:val="00EF5E7B"/>
    <w:rsid w:val="00F1600E"/>
    <w:rsid w:val="00F8776A"/>
    <w:rsid w:val="00FA3F57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681392"/>
  <w15:docId w15:val="{4E8267F0-DB97-4387-B55E-D8BD5AFF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i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57"/>
    <w:rPr>
      <w:rFonts w:ascii="Calibri" w:hAnsi="Calibri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E57"/>
    <w:pPr>
      <w:keepNext/>
      <w:keepLines/>
      <w:spacing w:before="360"/>
      <w:outlineLvl w:val="0"/>
    </w:pPr>
    <w:rPr>
      <w:rFonts w:ascii="Georgia" w:eastAsiaTheme="majorEastAsia" w:hAnsi="Georgia" w:cstheme="majorBidi"/>
      <w:bCs/>
      <w:color w:val="273944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9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3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73944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3F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2739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DA"/>
  </w:style>
  <w:style w:type="paragraph" w:styleId="Footer">
    <w:name w:val="footer"/>
    <w:basedOn w:val="Normal"/>
    <w:link w:val="Foot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DA"/>
  </w:style>
  <w:style w:type="paragraph" w:styleId="BalloonText">
    <w:name w:val="Balloon Text"/>
    <w:basedOn w:val="Normal"/>
    <w:link w:val="BalloonTextChar"/>
    <w:uiPriority w:val="99"/>
    <w:semiHidden/>
    <w:unhideWhenUsed/>
    <w:rsid w:val="003F6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D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5E57"/>
    <w:rPr>
      <w:rFonts w:ascii="Georgia" w:eastAsiaTheme="majorEastAsia" w:hAnsi="Georgia" w:cstheme="majorBidi"/>
      <w:bCs/>
      <w:color w:val="273944"/>
      <w:sz w:val="56"/>
      <w:szCs w:val="32"/>
      <w:lang w:val="mi-NZ"/>
    </w:rPr>
  </w:style>
  <w:style w:type="character" w:customStyle="1" w:styleId="Heading2Char">
    <w:name w:val="Heading 2 Char"/>
    <w:basedOn w:val="DefaultParagraphFont"/>
    <w:link w:val="Heading2"/>
    <w:uiPriority w:val="9"/>
    <w:rsid w:val="005679BF"/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NoSpacing">
    <w:name w:val="No Spacing"/>
    <w:uiPriority w:val="1"/>
    <w:rsid w:val="00FA3F57"/>
    <w:rPr>
      <w:rFonts w:ascii="Calibri" w:hAnsi="Calibri"/>
      <w:color w:val="262626" w:themeColor="text1" w:themeTint="D9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A3F57"/>
    <w:rPr>
      <w:rFonts w:asciiTheme="majorHAnsi" w:eastAsiaTheme="majorEastAsia" w:hAnsiTheme="majorHAnsi" w:cstheme="majorBidi"/>
      <w:b/>
      <w:bCs/>
      <w:color w:val="273944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A3F57"/>
    <w:rPr>
      <w:rFonts w:asciiTheme="majorHAnsi" w:eastAsiaTheme="majorEastAsia" w:hAnsiTheme="majorHAnsi" w:cstheme="majorBidi"/>
      <w:bCs/>
      <w:iCs/>
      <w:color w:val="273944"/>
    </w:rPr>
  </w:style>
  <w:style w:type="paragraph" w:styleId="Subtitle">
    <w:name w:val="Subtitle"/>
    <w:aliases w:val="Italic"/>
    <w:basedOn w:val="Normal"/>
    <w:next w:val="Normal"/>
    <w:link w:val="SubtitleChar"/>
    <w:uiPriority w:val="11"/>
    <w:qFormat/>
    <w:rsid w:val="00D0090F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aliases w:val="Italic Char"/>
    <w:basedOn w:val="DefaultParagraphFont"/>
    <w:link w:val="Subtitle"/>
    <w:uiPriority w:val="11"/>
    <w:rsid w:val="00D0090F"/>
    <w:rPr>
      <w:rFonts w:ascii="Calibri" w:eastAsiaTheme="majorEastAsia" w:hAnsi="Calibri" w:cstheme="majorBidi"/>
      <w:i/>
      <w:iCs/>
      <w:color w:val="262626" w:themeColor="text1" w:themeTint="D9"/>
      <w:spacing w:val="15"/>
      <w:sz w:val="20"/>
    </w:rPr>
  </w:style>
  <w:style w:type="character" w:styleId="SubtleEmphasis">
    <w:name w:val="Subtle Emphasis"/>
    <w:aliases w:val="Bold"/>
    <w:basedOn w:val="DefaultParagraphFont"/>
    <w:uiPriority w:val="19"/>
    <w:qFormat/>
    <w:rsid w:val="00D0090F"/>
    <w:rPr>
      <w:b/>
      <w:iCs/>
    </w:rPr>
  </w:style>
  <w:style w:type="character" w:styleId="Emphasis">
    <w:name w:val="Emphasis"/>
    <w:basedOn w:val="DefaultParagraphFont"/>
    <w:uiPriority w:val="20"/>
    <w:rsid w:val="00D0090F"/>
    <w:rPr>
      <w:iCs/>
    </w:rPr>
  </w:style>
  <w:style w:type="paragraph" w:styleId="ListParagraph">
    <w:name w:val="List Paragraph"/>
    <w:aliases w:val="Bullet 1"/>
    <w:basedOn w:val="Normal"/>
    <w:next w:val="ListBullet"/>
    <w:uiPriority w:val="34"/>
    <w:qFormat/>
    <w:rsid w:val="00D0090F"/>
    <w:pPr>
      <w:numPr>
        <w:numId w:val="1"/>
      </w:numPr>
      <w:contextualSpacing/>
    </w:pPr>
  </w:style>
  <w:style w:type="character" w:styleId="IntenseReference">
    <w:name w:val="Intense Reference"/>
    <w:aliases w:val="Bullet"/>
    <w:basedOn w:val="Emphasis"/>
    <w:uiPriority w:val="32"/>
    <w:rsid w:val="00D0090F"/>
    <w:rPr>
      <w:iCs/>
    </w:rPr>
  </w:style>
  <w:style w:type="character" w:styleId="BookTitle">
    <w:name w:val="Book Title"/>
    <w:aliases w:val="Bullet 2"/>
    <w:basedOn w:val="DefaultParagraphFont"/>
    <w:uiPriority w:val="33"/>
    <w:rsid w:val="002C7EA6"/>
    <w:rPr>
      <w:b/>
      <w:bCs/>
      <w:smallCaps/>
      <w:spacing w:val="5"/>
    </w:rPr>
  </w:style>
  <w:style w:type="paragraph" w:styleId="ListBullet">
    <w:name w:val="List Bullet"/>
    <w:basedOn w:val="Normal"/>
    <w:uiPriority w:val="99"/>
    <w:semiHidden/>
    <w:unhideWhenUsed/>
    <w:rsid w:val="00D0090F"/>
    <w:pPr>
      <w:numPr>
        <w:numId w:val="2"/>
      </w:numPr>
      <w:contextualSpacing/>
    </w:pPr>
  </w:style>
  <w:style w:type="paragraph" w:customStyle="1" w:styleId="NumberBullet">
    <w:name w:val="Number Bullet"/>
    <w:basedOn w:val="ListNumber"/>
    <w:next w:val="ListNumber"/>
    <w:rsid w:val="005679BF"/>
    <w:pPr>
      <w:numPr>
        <w:numId w:val="10"/>
      </w:numPr>
    </w:pPr>
  </w:style>
  <w:style w:type="table" w:styleId="TableGrid">
    <w:name w:val="Table Grid"/>
    <w:basedOn w:val="TableNormal"/>
    <w:uiPriority w:val="59"/>
    <w:rsid w:val="002C7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uiPriority w:val="99"/>
    <w:semiHidden/>
    <w:unhideWhenUsed/>
    <w:rsid w:val="002C7EA6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332021"/>
    <w:rPr>
      <w:color w:val="0000FF" w:themeColor="hyperlink"/>
      <w:u w:val="single"/>
    </w:rPr>
  </w:style>
  <w:style w:type="paragraph" w:customStyle="1" w:styleId="ListNumber1">
    <w:name w:val="List Number 1"/>
    <w:basedOn w:val="Heading2"/>
    <w:rsid w:val="005679BF"/>
    <w:pPr>
      <w:numPr>
        <w:numId w:val="13"/>
      </w:numPr>
    </w:pPr>
    <w:rPr>
      <w:rFonts w:ascii="Calibri" w:hAnsi="Calibri"/>
      <w:b w:val="0"/>
      <w:color w:val="262626" w:themeColor="text1" w:themeTint="D9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5679BF"/>
    <w:pPr>
      <w:numPr>
        <w:numId w:val="9"/>
      </w:numPr>
      <w:contextualSpacing/>
    </w:pPr>
  </w:style>
  <w:style w:type="numbering" w:customStyle="1" w:styleId="NumberList1">
    <w:name w:val="Number List 1"/>
    <w:basedOn w:val="NoList"/>
    <w:uiPriority w:val="99"/>
    <w:rsid w:val="00AE4B08"/>
    <w:pPr>
      <w:numPr>
        <w:numId w:val="14"/>
      </w:numPr>
    </w:pPr>
  </w:style>
  <w:style w:type="numbering" w:customStyle="1" w:styleId="Style1">
    <w:name w:val="Style1"/>
    <w:basedOn w:val="NoList"/>
    <w:uiPriority w:val="99"/>
    <w:rsid w:val="00AE4B08"/>
    <w:pPr>
      <w:numPr>
        <w:numId w:val="15"/>
      </w:numPr>
    </w:pPr>
  </w:style>
  <w:style w:type="numbering" w:customStyle="1" w:styleId="Style2">
    <w:name w:val="Style2"/>
    <w:basedOn w:val="NoList"/>
    <w:uiPriority w:val="99"/>
    <w:rsid w:val="000C54EF"/>
    <w:pPr>
      <w:numPr>
        <w:numId w:val="17"/>
      </w:numPr>
    </w:pPr>
  </w:style>
  <w:style w:type="paragraph" w:customStyle="1" w:styleId="NumberBullet1">
    <w:name w:val="Number Bullet 1"/>
    <w:basedOn w:val="ListParagraph"/>
    <w:qFormat/>
    <w:rsid w:val="000C54EF"/>
    <w:pPr>
      <w:numPr>
        <w:numId w:val="16"/>
      </w:numPr>
    </w:pPr>
  </w:style>
  <w:style w:type="character" w:styleId="PageNumber">
    <w:name w:val="page number"/>
    <w:basedOn w:val="DefaultParagraphFont"/>
    <w:uiPriority w:val="99"/>
    <w:semiHidden/>
    <w:unhideWhenUsed/>
    <w:rsid w:val="00E42B11"/>
  </w:style>
  <w:style w:type="paragraph" w:customStyle="1" w:styleId="TableHeading">
    <w:name w:val="Table Heading"/>
    <w:basedOn w:val="Normal"/>
    <w:link w:val="TableHeadingChar"/>
    <w:rsid w:val="00B557DE"/>
    <w:rPr>
      <w:color w:val="FFFFFF" w:themeColor="background1"/>
    </w:rPr>
  </w:style>
  <w:style w:type="character" w:customStyle="1" w:styleId="TableHeadingChar">
    <w:name w:val="Table Heading Char"/>
    <w:basedOn w:val="DefaultParagraphFont"/>
    <w:link w:val="TableHeading"/>
    <w:rsid w:val="00B557DE"/>
    <w:rPr>
      <w:rFonts w:ascii="Calibri" w:hAnsi="Calibri"/>
      <w:color w:val="FFFFFF" w:themeColor="background1"/>
      <w:sz w:val="20"/>
      <w:lang w:val="mi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ocuments\Custom%20Office%20Templates\Bike%20Ready%20sim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F6323-82B3-4473-951A-6715FE4E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Bike Ready simple template.dotx</Template>
  <TotalTime>16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 Transport Agency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created xsi:type="dcterms:W3CDTF">2022-12-07T01:27:00Z</dcterms:created>
  <dcterms:modified xsi:type="dcterms:W3CDTF">2023-05-22T17:53:00Z</dcterms:modified>
</cp:coreProperties>
</file>